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8A4E1" w14:textId="418C020E" w:rsidR="002B51A6" w:rsidRDefault="002B51A6" w:rsidP="002777EC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Serialisierung</w:t>
      </w:r>
      <w:r w:rsidR="00FE0A6E">
        <w:rPr>
          <w:rFonts w:eastAsiaTheme="minorHAnsi"/>
          <w:lang w:eastAsia="en-US"/>
        </w:rPr>
        <w:t xml:space="preserve"> eines Objekts in Java</w:t>
      </w:r>
      <w:r w:rsidR="005C7571">
        <w:rPr>
          <w:rFonts w:eastAsiaTheme="minorHAnsi"/>
          <w:lang w:eastAsia="en-US"/>
        </w:rPr>
        <w:t xml:space="preserve"> – Interface </w:t>
      </w:r>
      <w:proofErr w:type="spellStart"/>
      <w:r w:rsidR="005C7571" w:rsidRPr="00C159A7">
        <w:rPr>
          <w:rFonts w:eastAsiaTheme="minorHAnsi"/>
          <w:lang w:eastAsia="en-US"/>
        </w:rPr>
        <w:t>Serializable</w:t>
      </w:r>
      <w:proofErr w:type="spellEnd"/>
    </w:p>
    <w:p w14:paraId="71A9F578" w14:textId="122E918C" w:rsidR="00571844" w:rsidRPr="00571844" w:rsidRDefault="002777EC" w:rsidP="0057184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</w:t>
      </w:r>
      <w:r w:rsidR="00766006">
        <w:rPr>
          <w:rFonts w:eastAsiaTheme="minorHAnsi"/>
          <w:lang w:eastAsia="en-US"/>
        </w:rPr>
        <w:t xml:space="preserve">as Interface </w:t>
      </w:r>
      <w:proofErr w:type="spellStart"/>
      <w:r w:rsidR="00766006" w:rsidRPr="00C159A7">
        <w:rPr>
          <w:rFonts w:eastAsiaTheme="minorHAnsi"/>
          <w:lang w:eastAsia="en-US"/>
        </w:rPr>
        <w:t>Serializable</w:t>
      </w:r>
      <w:proofErr w:type="spellEnd"/>
      <w:r w:rsidR="0076600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erlaubt es</w:t>
      </w:r>
      <w:r w:rsidR="00F91A8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bei der Ausführung, dass ein </w:t>
      </w:r>
      <w:r w:rsidR="00571844" w:rsidRPr="00571844">
        <w:rPr>
          <w:rFonts w:eastAsiaTheme="minorHAnsi"/>
          <w:lang w:eastAsia="en-US"/>
        </w:rPr>
        <w:t>Objekt</w:t>
      </w:r>
      <w:r w:rsidR="00571844">
        <w:rPr>
          <w:rFonts w:eastAsiaTheme="minorHAnsi"/>
          <w:lang w:eastAsia="en-US"/>
        </w:rPr>
        <w:t xml:space="preserve"> beim Senden </w:t>
      </w:r>
      <w:r w:rsidR="001D52D2">
        <w:rPr>
          <w:rFonts w:eastAsiaTheme="minorHAnsi"/>
          <w:lang w:eastAsia="en-US"/>
        </w:rPr>
        <w:t xml:space="preserve">(egal ob zu einem Permanentspeicher oder über eine Datenleitung) </w:t>
      </w:r>
      <w:r w:rsidR="00571844" w:rsidRPr="00571844">
        <w:rPr>
          <w:rFonts w:eastAsiaTheme="minorHAnsi"/>
          <w:lang w:eastAsia="en-US"/>
        </w:rPr>
        <w:t xml:space="preserve">in eine Folge von Bytes verwandelt </w:t>
      </w:r>
      <w:r w:rsidR="00571844">
        <w:rPr>
          <w:rFonts w:eastAsiaTheme="minorHAnsi"/>
          <w:lang w:eastAsia="en-US"/>
        </w:rPr>
        <w:t xml:space="preserve">wird </w:t>
      </w:r>
      <w:r w:rsidR="00571844" w:rsidRPr="00571844">
        <w:rPr>
          <w:rFonts w:eastAsiaTheme="minorHAnsi"/>
          <w:lang w:eastAsia="en-US"/>
        </w:rPr>
        <w:t xml:space="preserve">und </w:t>
      </w:r>
      <w:r w:rsidR="00571844">
        <w:rPr>
          <w:rFonts w:eastAsiaTheme="minorHAnsi"/>
          <w:lang w:eastAsia="en-US"/>
        </w:rPr>
        <w:t>beim Empfangen</w:t>
      </w:r>
      <w:r w:rsidR="002917FA">
        <w:rPr>
          <w:rFonts w:eastAsiaTheme="minorHAnsi"/>
          <w:lang w:eastAsia="en-US"/>
        </w:rPr>
        <w:t>/Lesen</w:t>
      </w:r>
      <w:r w:rsidR="00571844">
        <w:rPr>
          <w:rFonts w:eastAsiaTheme="minorHAnsi"/>
          <w:lang w:eastAsia="en-US"/>
        </w:rPr>
        <w:t xml:space="preserve"> </w:t>
      </w:r>
      <w:r w:rsidR="00571844" w:rsidRPr="00571844">
        <w:rPr>
          <w:rFonts w:eastAsiaTheme="minorHAnsi"/>
          <w:lang w:eastAsia="en-US"/>
        </w:rPr>
        <w:t xml:space="preserve">daraus wieder </w:t>
      </w:r>
      <w:r w:rsidR="00571844">
        <w:rPr>
          <w:rFonts w:eastAsiaTheme="minorHAnsi"/>
          <w:lang w:eastAsia="en-US"/>
        </w:rPr>
        <w:t xml:space="preserve">ein </w:t>
      </w:r>
      <w:r w:rsidR="00571844" w:rsidRPr="00571844">
        <w:rPr>
          <w:rFonts w:eastAsiaTheme="minorHAnsi"/>
          <w:lang w:eastAsia="en-US"/>
        </w:rPr>
        <w:t>Objekt erzeugt werden</w:t>
      </w:r>
      <w:r w:rsidR="00571844">
        <w:rPr>
          <w:rFonts w:eastAsiaTheme="minorHAnsi"/>
          <w:lang w:eastAsia="en-US"/>
        </w:rPr>
        <w:t xml:space="preserve"> kann</w:t>
      </w:r>
      <w:r w:rsidR="00571844" w:rsidRPr="00571844">
        <w:rPr>
          <w:rFonts w:eastAsiaTheme="minorHAnsi"/>
          <w:lang w:eastAsia="en-US"/>
        </w:rPr>
        <w:t xml:space="preserve">. </w:t>
      </w:r>
    </w:p>
    <w:p w14:paraId="203B0378" w14:textId="58768750" w:rsidR="00101DC2" w:rsidRDefault="00057DB9" w:rsidP="00DC3289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8813B" wp14:editId="62742939">
                <wp:simplePos x="0" y="0"/>
                <wp:positionH relativeFrom="column">
                  <wp:posOffset>-3175</wp:posOffset>
                </wp:positionH>
                <wp:positionV relativeFrom="paragraph">
                  <wp:posOffset>61595</wp:posOffset>
                </wp:positionV>
                <wp:extent cx="3444240" cy="1600200"/>
                <wp:effectExtent l="0" t="0" r="22860" b="19050"/>
                <wp:wrapSquare wrapText="bothSides"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424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77647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public class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BikeData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="00C32B82"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implements Serializable </w:t>
                            </w: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{</w:t>
                            </w:r>
                          </w:p>
                          <w:p w14:paraId="68A170E9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147582CC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>private String description, type;</w:t>
                            </w:r>
                          </w:p>
                          <w:p w14:paraId="7B279204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 xml:space="preserve">private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int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04A11"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bId</w:t>
                            </w:r>
                            <w:proofErr w:type="spellEnd"/>
                            <w:r w:rsidR="00604A11"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wheelSize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frameHeight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;</w:t>
                            </w:r>
                          </w:p>
                          <w:p w14:paraId="38198F5A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14:paraId="479D38C0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proofErr w:type="gram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public</w:t>
                            </w:r>
                            <w:proofErr w:type="gram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BikeData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int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bId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, String description, </w:t>
                            </w:r>
                          </w:p>
                          <w:p w14:paraId="7596FB68" w14:textId="77777777" w:rsidR="004D4C7F" w:rsidRPr="00F91A8D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  <w:t xml:space="preserve">String type,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int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wheelSize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int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frameHeight</w:t>
                            </w:r>
                            <w:proofErr w:type="spellEnd"/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>) {</w:t>
                            </w:r>
                          </w:p>
                          <w:p w14:paraId="3C37C6EF" w14:textId="77777777" w:rsidR="004D4C7F" w:rsidRPr="004D4C7F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 w:rsidR="00C72505" w:rsidRPr="00F91A8D">
                              <w:rPr>
                                <w:rFonts w:ascii="Consolas" w:hAnsi="Consolas"/>
                                <w:b/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...</w:t>
                            </w:r>
                          </w:p>
                          <w:p w14:paraId="6139E3C2" w14:textId="0C319D96" w:rsidR="004D4C7F" w:rsidRPr="004D4C7F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4D4C7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  <w:t>}</w:t>
                            </w:r>
                          </w:p>
                          <w:p w14:paraId="1F6D4A94" w14:textId="3A8DE845" w:rsidR="004D4C7F" w:rsidRPr="004D4C7F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4D4C7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ab/>
                            </w:r>
                            <w:r w:rsidR="00AD1520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/* nur Getter ggfs. Setter */</w:t>
                            </w:r>
                          </w:p>
                          <w:p w14:paraId="3ED2CE08" w14:textId="77777777" w:rsidR="00F71C10" w:rsidRPr="00BD0325" w:rsidRDefault="004D4C7F" w:rsidP="005313B2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b/>
                                <w:sz w:val="18"/>
                              </w:rPr>
                            </w:pPr>
                            <w:r w:rsidRPr="004D4C7F">
                              <w:rPr>
                                <w:rFonts w:ascii="Consolas" w:hAnsi="Consolas"/>
                                <w:b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C8813B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-.25pt;margin-top:4.85pt;width:271.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" fillcolor="white [3201]" strokeweight=".5pt">
                <v:textbox>
                  <w:txbxContent>
                    <w:p w14:paraId="57977647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public class </w:t>
                      </w:r>
                      <w:proofErr w:type="spell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BikeData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 </w:t>
                      </w:r>
                      <w:r w:rsidR="00C32B82"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implements Serializable </w:t>
                      </w: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{</w:t>
                      </w:r>
                    </w:p>
                    <w:p w14:paraId="68A170E9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</w:p>
                    <w:p w14:paraId="147582CC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  <w:t xml:space="preserve">private String description, </w:t>
                      </w:r>
                      <w:proofErr w:type="gram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type;</w:t>
                      </w:r>
                      <w:proofErr w:type="gramEnd"/>
                    </w:p>
                    <w:p w14:paraId="7B279204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  <w:t xml:space="preserve">private int </w:t>
                      </w:r>
                      <w:proofErr w:type="spellStart"/>
                      <w:r w:rsidR="00604A11"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bId</w:t>
                      </w:r>
                      <w:proofErr w:type="spellEnd"/>
                      <w:r w:rsidR="00604A11"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wheelSize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frameHeight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;</w:t>
                      </w:r>
                      <w:proofErr w:type="gramEnd"/>
                    </w:p>
                    <w:p w14:paraId="38198F5A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</w:p>
                    <w:p w14:paraId="479D38C0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  <w:t xml:space="preserve">public </w:t>
                      </w:r>
                      <w:proofErr w:type="spellStart"/>
                      <w:proofErr w:type="gram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BikeData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(</w:t>
                      </w:r>
                      <w:proofErr w:type="gram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int </w:t>
                      </w:r>
                      <w:proofErr w:type="spell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bId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, String description, </w:t>
                      </w:r>
                    </w:p>
                    <w:p w14:paraId="7596FB68" w14:textId="77777777" w:rsidR="004D4C7F" w:rsidRPr="00F91A8D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</w: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  <w:t xml:space="preserve">String type, int </w:t>
                      </w:r>
                      <w:proofErr w:type="spell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wheelSize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 xml:space="preserve">, int </w:t>
                      </w:r>
                      <w:proofErr w:type="spellStart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frameHeight</w:t>
                      </w:r>
                      <w:proofErr w:type="spellEnd"/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>) {</w:t>
                      </w:r>
                    </w:p>
                    <w:p w14:paraId="3C37C6EF" w14:textId="77777777" w:rsidR="004D4C7F" w:rsidRPr="004D4C7F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</w:r>
                      <w:r w:rsidR="00C72505" w:rsidRPr="00F91A8D">
                        <w:rPr>
                          <w:rFonts w:ascii="Consolas" w:hAnsi="Consolas"/>
                          <w:b/>
                          <w:sz w:val="18"/>
                          <w:lang w:val="en-US"/>
                        </w:rPr>
                        <w:tab/>
                      </w:r>
                      <w:r>
                        <w:rPr>
                          <w:rFonts w:ascii="Consolas" w:hAnsi="Consolas"/>
                          <w:b/>
                          <w:sz w:val="18"/>
                        </w:rPr>
                        <w:t>...</w:t>
                      </w:r>
                    </w:p>
                    <w:p w14:paraId="6139E3C2" w14:textId="0C319D96" w:rsidR="004D4C7F" w:rsidRPr="004D4C7F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4D4C7F">
                        <w:rPr>
                          <w:rFonts w:ascii="Consolas" w:hAnsi="Consolas"/>
                          <w:b/>
                          <w:sz w:val="18"/>
                        </w:rPr>
                        <w:tab/>
                        <w:t>}</w:t>
                      </w:r>
                    </w:p>
                    <w:p w14:paraId="1F6D4A94" w14:textId="3A8DE845" w:rsidR="004D4C7F" w:rsidRPr="004D4C7F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4D4C7F">
                        <w:rPr>
                          <w:rFonts w:ascii="Consolas" w:hAnsi="Consolas"/>
                          <w:b/>
                          <w:sz w:val="18"/>
                        </w:rPr>
                        <w:tab/>
                      </w:r>
                      <w:r w:rsidR="00AD1520">
                        <w:rPr>
                          <w:rFonts w:ascii="Consolas" w:hAnsi="Consolas"/>
                          <w:b/>
                          <w:sz w:val="18"/>
                        </w:rPr>
                        <w:t>/* nur Getter ggfs. Setter */</w:t>
                      </w:r>
                    </w:p>
                    <w:p w14:paraId="3ED2CE08" w14:textId="77777777" w:rsidR="00F71C10" w:rsidRPr="00BD0325" w:rsidRDefault="004D4C7F" w:rsidP="005313B2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  <w:b/>
                          <w:sz w:val="18"/>
                        </w:rPr>
                      </w:pPr>
                      <w:r w:rsidRPr="004D4C7F">
                        <w:rPr>
                          <w:rFonts w:ascii="Consolas" w:hAnsi="Consolas"/>
                          <w:b/>
                          <w:sz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EB9">
        <w:rPr>
          <w:rFonts w:eastAsiaTheme="minorHAnsi"/>
          <w:lang w:eastAsia="en-US"/>
        </w:rPr>
        <w:t xml:space="preserve">Ein Objekt, das dieses Interface implementiert, </w:t>
      </w:r>
      <w:r w:rsidR="00775AAD">
        <w:rPr>
          <w:rFonts w:eastAsiaTheme="minorHAnsi"/>
          <w:lang w:eastAsia="en-US"/>
        </w:rPr>
        <w:t>sieht aus wie die neben</w:t>
      </w:r>
      <w:r w:rsidR="00246DA7">
        <w:rPr>
          <w:rFonts w:eastAsiaTheme="minorHAnsi"/>
          <w:lang w:eastAsia="en-US"/>
        </w:rPr>
        <w:t xml:space="preserve">stehende Klasse </w:t>
      </w:r>
      <w:proofErr w:type="spellStart"/>
      <w:r w:rsidR="00102A7A" w:rsidRPr="00C159A7">
        <w:rPr>
          <w:rFonts w:ascii="Consolas" w:eastAsiaTheme="minorHAnsi" w:hAnsi="Consolas"/>
          <w:b/>
          <w:sz w:val="22"/>
          <w:lang w:eastAsia="en-US"/>
        </w:rPr>
        <w:t>BikeData</w:t>
      </w:r>
      <w:proofErr w:type="spellEnd"/>
      <w:r w:rsidR="00246DA7">
        <w:rPr>
          <w:rFonts w:eastAsiaTheme="minorHAnsi"/>
          <w:lang w:eastAsia="en-US"/>
        </w:rPr>
        <w:t xml:space="preserve">. </w:t>
      </w:r>
    </w:p>
    <w:p w14:paraId="1300C446" w14:textId="0E84E4DE" w:rsidR="00920B92" w:rsidRDefault="00CF56BA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</w:t>
      </w:r>
      <w:r w:rsidR="00920B92">
        <w:rPr>
          <w:rFonts w:eastAsiaTheme="minorHAnsi"/>
          <w:lang w:eastAsia="en-US"/>
        </w:rPr>
        <w:t xml:space="preserve">m Interface </w:t>
      </w:r>
      <w:r>
        <w:rPr>
          <w:rFonts w:eastAsiaTheme="minorHAnsi"/>
          <w:lang w:eastAsia="en-US"/>
        </w:rPr>
        <w:t xml:space="preserve">gibt es keine </w:t>
      </w:r>
      <w:r w:rsidR="00920B92">
        <w:rPr>
          <w:rFonts w:eastAsiaTheme="minorHAnsi"/>
          <w:lang w:eastAsia="en-US"/>
        </w:rPr>
        <w:t>Methoden</w:t>
      </w:r>
      <w:r>
        <w:rPr>
          <w:rFonts w:eastAsiaTheme="minorHAnsi"/>
          <w:lang w:eastAsia="en-US"/>
        </w:rPr>
        <w:t>,</w:t>
      </w:r>
      <w:r w:rsidR="00920B9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die zu </w:t>
      </w:r>
      <w:r w:rsidR="00920B92">
        <w:rPr>
          <w:rFonts w:eastAsiaTheme="minorHAnsi"/>
          <w:lang w:eastAsia="en-US"/>
        </w:rPr>
        <w:t>implementieren</w:t>
      </w:r>
      <w:r>
        <w:rPr>
          <w:rFonts w:eastAsiaTheme="minorHAnsi"/>
          <w:lang w:eastAsia="en-US"/>
        </w:rPr>
        <w:t xml:space="preserve"> wären</w:t>
      </w:r>
      <w:r w:rsidR="00920B92">
        <w:rPr>
          <w:rFonts w:eastAsiaTheme="minorHAnsi"/>
          <w:lang w:eastAsia="en-US"/>
        </w:rPr>
        <w:t>.</w:t>
      </w:r>
    </w:p>
    <w:p w14:paraId="4C3DE0D4" w14:textId="77777777" w:rsidR="00BF6CAC" w:rsidRDefault="00BF6CAC" w:rsidP="00DC3289">
      <w:pPr>
        <w:rPr>
          <w:rFonts w:eastAsiaTheme="minorHAnsi"/>
          <w:lang w:eastAsia="en-US"/>
        </w:rPr>
      </w:pPr>
    </w:p>
    <w:p w14:paraId="524B7F37" w14:textId="65530E0A" w:rsidR="00BF6CAC" w:rsidRDefault="00BF6CAC" w:rsidP="00DC3289">
      <w:pPr>
        <w:rPr>
          <w:rFonts w:eastAsiaTheme="minorHAnsi"/>
          <w:lang w:eastAsia="en-US"/>
        </w:rPr>
      </w:pPr>
    </w:p>
    <w:p w14:paraId="3E4E8859" w14:textId="77777777" w:rsidR="00F91A8D" w:rsidRDefault="00F91A8D" w:rsidP="00DC3289">
      <w:pPr>
        <w:rPr>
          <w:rFonts w:eastAsiaTheme="minorHAnsi"/>
          <w:lang w:eastAsia="en-US"/>
        </w:rPr>
      </w:pPr>
    </w:p>
    <w:p w14:paraId="4F343F61" w14:textId="37D0A886" w:rsidR="00BF6CAC" w:rsidRDefault="00920B92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eigentliche Umwandlung</w:t>
      </w:r>
      <w:r w:rsidR="00B17A7A">
        <w:rPr>
          <w:rFonts w:eastAsiaTheme="minorHAnsi"/>
          <w:lang w:eastAsia="en-US"/>
        </w:rPr>
        <w:t xml:space="preserve"> des Objekts erfolgt durch Klassen der Bibliothek </w:t>
      </w:r>
      <w:r w:rsidR="00B17A7A" w:rsidRPr="00C159A7">
        <w:rPr>
          <w:rFonts w:eastAsiaTheme="minorHAnsi"/>
          <w:lang w:eastAsia="en-US"/>
        </w:rPr>
        <w:t>java.io</w:t>
      </w:r>
      <w:r w:rsidR="00B17A7A">
        <w:rPr>
          <w:rFonts w:eastAsiaTheme="minorHAnsi"/>
          <w:lang w:eastAsia="en-US"/>
        </w:rPr>
        <w:t>. Nachfolgend sind die Übersichten über die Klassenhierarchien der Streams und der Reader/</w:t>
      </w:r>
      <w:r w:rsidR="00B17A7A" w:rsidRPr="00C159A7">
        <w:rPr>
          <w:rFonts w:eastAsiaTheme="minorHAnsi"/>
          <w:lang w:eastAsia="en-US"/>
        </w:rPr>
        <w:t>Writer</w:t>
      </w:r>
      <w:r w:rsidR="00B17A7A">
        <w:rPr>
          <w:rFonts w:eastAsiaTheme="minorHAnsi"/>
          <w:lang w:eastAsia="en-US"/>
        </w:rPr>
        <w:t xml:space="preserve"> dargestellt. </w:t>
      </w:r>
    </w:p>
    <w:p w14:paraId="32298812" w14:textId="29281BE2" w:rsidR="0070724F" w:rsidRDefault="00B17A7A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Zur Vereinfachung wurde jeweils nur die Hierarchie der </w:t>
      </w:r>
      <w:proofErr w:type="spellStart"/>
      <w:r w:rsidRPr="00C159A7">
        <w:rPr>
          <w:rFonts w:eastAsiaTheme="minorHAnsi"/>
          <w:lang w:eastAsia="en-US"/>
        </w:rPr>
        <w:t>InputStreams</w:t>
      </w:r>
      <w:proofErr w:type="spellEnd"/>
      <w:r>
        <w:rPr>
          <w:rFonts w:eastAsiaTheme="minorHAnsi"/>
          <w:lang w:eastAsia="en-US"/>
        </w:rPr>
        <w:t xml:space="preserve"> und der Reader dargestellt. Mit wenigen Ausnahmen existiert zu jedem </w:t>
      </w:r>
      <w:proofErr w:type="spellStart"/>
      <w:r w:rsidRPr="00C159A7">
        <w:rPr>
          <w:rFonts w:eastAsiaTheme="minorHAnsi"/>
          <w:lang w:eastAsia="en-US"/>
        </w:rPr>
        <w:t>InputStream</w:t>
      </w:r>
      <w:proofErr w:type="spellEnd"/>
      <w:r>
        <w:rPr>
          <w:rFonts w:eastAsiaTheme="minorHAnsi"/>
          <w:lang w:eastAsia="en-US"/>
        </w:rPr>
        <w:t xml:space="preserve">/Reader eine entsprechende </w:t>
      </w:r>
      <w:proofErr w:type="spellStart"/>
      <w:r w:rsidRPr="00C159A7">
        <w:rPr>
          <w:rFonts w:eastAsiaTheme="minorHAnsi"/>
          <w:lang w:eastAsia="en-US"/>
        </w:rPr>
        <w:t>Out</w:t>
      </w:r>
      <w:r w:rsidR="00BF6CAC" w:rsidRPr="00C159A7">
        <w:rPr>
          <w:rFonts w:eastAsiaTheme="minorHAnsi"/>
          <w:lang w:eastAsia="en-US"/>
        </w:rPr>
        <w:t>put</w:t>
      </w:r>
      <w:r w:rsidRPr="00C159A7">
        <w:rPr>
          <w:rFonts w:eastAsiaTheme="minorHAnsi"/>
          <w:lang w:eastAsia="en-US"/>
        </w:rPr>
        <w:t>Stream</w:t>
      </w:r>
      <w:proofErr w:type="spellEnd"/>
      <w:r>
        <w:rPr>
          <w:rFonts w:eastAsiaTheme="minorHAnsi"/>
          <w:lang w:eastAsia="en-US"/>
        </w:rPr>
        <w:t>/</w:t>
      </w:r>
      <w:r w:rsidRPr="00C159A7">
        <w:rPr>
          <w:rFonts w:eastAsiaTheme="minorHAnsi"/>
          <w:lang w:eastAsia="en-US"/>
        </w:rPr>
        <w:t>Writer-Klasse</w:t>
      </w:r>
      <w:r>
        <w:rPr>
          <w:rFonts w:eastAsiaTheme="minorHAnsi"/>
          <w:lang w:eastAsia="en-US"/>
        </w:rPr>
        <w:t>.</w:t>
      </w:r>
    </w:p>
    <w:p w14:paraId="24991700" w14:textId="02C27556" w:rsidR="008B0512" w:rsidRDefault="0057198C" w:rsidP="0057198C">
      <w:pPr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inline distT="0" distB="0" distL="0" distR="0" wp14:anchorId="7BC32155" wp14:editId="7972D1F7">
                <wp:extent cx="4967605" cy="4596765"/>
                <wp:effectExtent l="0" t="0" r="4445" b="0"/>
                <wp:docPr id="6" name="Gruppier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967605" cy="4596765"/>
                          <a:chOff x="0" y="0"/>
                          <a:chExt cx="3819525" cy="3535045"/>
                        </a:xfrm>
                      </wpg:grpSpPr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" y="0"/>
                            <a:ext cx="3686175" cy="2012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08760"/>
                            <a:ext cx="3819525" cy="202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FF66ACD" id="Gruppieren 6" o:spid="_x0000_s1026" style="width:391.15pt;height:361.95pt;mso-position-horizontal-relative:char;mso-position-vertical-relative:line" coordsize="38195,353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pOlJvX+8PzoAdRTd6/3h+dG9f7w/OgB1FN3r/eH50b1/vD86AHUU3ev&#10;94fnRvX+8PzoAdRTd6/3h+dG9f7w/OgB1FN3r/eH50b1/vD86AHUU3ev94fnRvX+8PzoAdRTd6/3&#10;h+dG9f7w/OgB1FN3r/eH50b1/vD86AHUU3ev94fnRvX+8PzoAdRTd6/3h+dG9f7w/OgB1FN3r/eH&#10;50b1/vD86AHUU3ev94fnRvX+8PzoAdRTd6/3h+dG9f7w/OgB1FN3r/eH506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49+2J/wAmp/Fz/sV9Q/8ASd6ufso/8mv/AAk/7FPS/wD0kjqn&#10;+2J/yan8XP8AsV9Q/wDSd6ufso/8mv8Awk/7FPS//SSOgD1W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5J+11/wAms/Fz/sVd&#10;S/8ASZ60v2af+Tdfhh/2LOm/+k0dZv7XX/JrPxc/7FXUv/SZ60v2af8Ak3X4Yf8AYs6b/wCk0dAH&#10;pN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kn7XX/JrPxc/7FXUv/SZ6&#10;0v2af+Tdfhh/2LOm/wDpNHWb+11/yaz8XP8AsVdS/wDSZ60v2af+Tdfhh/2LOm/+k0dAHpN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7" type="#_x0000_t75" style="position:absolute;left:1295;width:36862;height:20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">
                  <v:imagedata r:id="rId13" o:title=""/>
                  <v:path arrowok="t"/>
                </v:shape>
                <v:shape id="Grafik 5" o:spid="_x0000_s1028" type="#_x0000_t75" style="position:absolute;top:15087;width:38195;height:20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">
                  <v:imagedata r:id="rId14" o:title=""/>
                  <v:path arrowok="t"/>
                </v:shape>
                <w10:anchorlock/>
              </v:group>
            </w:pict>
          </mc:Fallback>
        </mc:AlternateContent>
      </w:r>
    </w:p>
    <w:p w14:paraId="7504F8D5" w14:textId="2280B4CE" w:rsidR="00CE51DF" w:rsidRDefault="00CE51DF" w:rsidP="00DC328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Klassen der Streams sind zum Lesen/Schreiben von byte-orientierten Daten </w:t>
      </w:r>
      <w:r w:rsidR="00755867">
        <w:rPr>
          <w:rFonts w:eastAsiaTheme="minorHAnsi"/>
          <w:lang w:eastAsia="en-US"/>
        </w:rPr>
        <w:t>vorgesehen, die Reader/</w:t>
      </w:r>
      <w:r w:rsidR="00755867" w:rsidRPr="00C159A7">
        <w:rPr>
          <w:rFonts w:eastAsiaTheme="minorHAnsi"/>
          <w:lang w:eastAsia="en-US"/>
        </w:rPr>
        <w:t>Writer</w:t>
      </w:r>
      <w:r w:rsidR="00755867">
        <w:rPr>
          <w:rFonts w:eastAsiaTheme="minorHAnsi"/>
          <w:lang w:eastAsia="en-US"/>
        </w:rPr>
        <w:t xml:space="preserve"> für zeichenorientierte </w:t>
      </w:r>
      <w:r w:rsidR="00755867" w:rsidRPr="00C159A7">
        <w:rPr>
          <w:rFonts w:eastAsiaTheme="minorHAnsi"/>
          <w:lang w:eastAsia="en-US"/>
        </w:rPr>
        <w:t>Ein</w:t>
      </w:r>
      <w:r w:rsidR="00755867">
        <w:rPr>
          <w:rFonts w:eastAsiaTheme="minorHAnsi"/>
          <w:lang w:eastAsia="en-US"/>
        </w:rPr>
        <w:t>-/Ausgabe (Text).</w:t>
      </w:r>
    </w:p>
    <w:p w14:paraId="1E7F6DA2" w14:textId="59BABE65" w:rsidR="00461AA4" w:rsidRDefault="00461AA4" w:rsidP="000D602C">
      <w:pPr>
        <w:rPr>
          <w:rFonts w:eastAsiaTheme="minorHAnsi"/>
          <w:lang w:eastAsia="en-US"/>
        </w:rPr>
      </w:pPr>
    </w:p>
    <w:p w14:paraId="1F6A385A" w14:textId="7BBB05AC" w:rsidR="005849D4" w:rsidRDefault="00C86DE4" w:rsidP="007334A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Im Folgenden </w:t>
      </w:r>
      <w:r w:rsidR="005849D4">
        <w:rPr>
          <w:rFonts w:eastAsiaTheme="minorHAnsi"/>
          <w:lang w:eastAsia="en-US"/>
        </w:rPr>
        <w:t xml:space="preserve">sind </w:t>
      </w:r>
      <w:r w:rsidR="00A60227">
        <w:rPr>
          <w:rFonts w:eastAsiaTheme="minorHAnsi"/>
          <w:lang w:eastAsia="en-US"/>
        </w:rPr>
        <w:t>Klassen</w:t>
      </w:r>
      <w:r w:rsidR="007F7D3C">
        <w:rPr>
          <w:rFonts w:eastAsiaTheme="minorHAnsi"/>
          <w:lang w:eastAsia="en-US"/>
        </w:rPr>
        <w:t>diagramme</w:t>
      </w:r>
      <w:r w:rsidR="00A60227">
        <w:rPr>
          <w:rFonts w:eastAsiaTheme="minorHAnsi"/>
          <w:lang w:eastAsia="en-US"/>
        </w:rPr>
        <w:t xml:space="preserve"> </w:t>
      </w:r>
      <w:r w:rsidR="00837043">
        <w:rPr>
          <w:rFonts w:eastAsiaTheme="minorHAnsi"/>
          <w:lang w:eastAsia="en-US"/>
        </w:rPr>
        <w:t xml:space="preserve">einiger </w:t>
      </w:r>
      <w:r w:rsidR="007F7D3C">
        <w:rPr>
          <w:rFonts w:eastAsiaTheme="minorHAnsi"/>
          <w:lang w:eastAsia="en-US"/>
        </w:rPr>
        <w:t xml:space="preserve">ausgewählter </w:t>
      </w:r>
      <w:proofErr w:type="spellStart"/>
      <w:r w:rsidR="005849D4" w:rsidRPr="00C159A7">
        <w:rPr>
          <w:rFonts w:eastAsiaTheme="minorHAnsi"/>
          <w:lang w:eastAsia="en-US"/>
        </w:rPr>
        <w:t>Input</w:t>
      </w:r>
      <w:r w:rsidR="00837043" w:rsidRPr="00C159A7">
        <w:rPr>
          <w:rFonts w:eastAsiaTheme="minorHAnsi"/>
          <w:lang w:eastAsia="en-US"/>
        </w:rPr>
        <w:t>Stream</w:t>
      </w:r>
      <w:proofErr w:type="spellEnd"/>
      <w:r w:rsidR="005849D4">
        <w:rPr>
          <w:rFonts w:eastAsiaTheme="minorHAnsi"/>
          <w:lang w:eastAsia="en-US"/>
        </w:rPr>
        <w:t>/</w:t>
      </w:r>
      <w:proofErr w:type="spellStart"/>
      <w:r w:rsidR="005849D4" w:rsidRPr="00C159A7">
        <w:rPr>
          <w:rFonts w:eastAsiaTheme="minorHAnsi"/>
          <w:lang w:eastAsia="en-US"/>
        </w:rPr>
        <w:t>OutputStream</w:t>
      </w:r>
      <w:proofErr w:type="spellEnd"/>
      <w:r w:rsidR="005849D4">
        <w:rPr>
          <w:rFonts w:eastAsiaTheme="minorHAnsi"/>
          <w:lang w:eastAsia="en-US"/>
        </w:rPr>
        <w:t xml:space="preserve"> sowie </w:t>
      </w:r>
      <w:r w:rsidR="00837043">
        <w:rPr>
          <w:rFonts w:eastAsiaTheme="minorHAnsi"/>
          <w:lang w:eastAsia="en-US"/>
        </w:rPr>
        <w:t>Reader</w:t>
      </w:r>
      <w:r w:rsidR="005849D4">
        <w:rPr>
          <w:rFonts w:eastAsiaTheme="minorHAnsi"/>
          <w:lang w:eastAsia="en-US"/>
        </w:rPr>
        <w:t>/</w:t>
      </w:r>
      <w:r w:rsidR="005849D4" w:rsidRPr="00C159A7">
        <w:rPr>
          <w:rFonts w:eastAsiaTheme="minorHAnsi"/>
          <w:lang w:eastAsia="en-US"/>
        </w:rPr>
        <w:t>Writer</w:t>
      </w:r>
      <w:r w:rsidR="00837043" w:rsidRPr="00C159A7">
        <w:rPr>
          <w:rFonts w:eastAsiaTheme="minorHAnsi"/>
          <w:lang w:eastAsia="en-US"/>
        </w:rPr>
        <w:t>-Subklassen</w:t>
      </w:r>
      <w:r w:rsidR="005849D4">
        <w:rPr>
          <w:rFonts w:eastAsiaTheme="minorHAnsi"/>
          <w:lang w:eastAsia="en-US"/>
        </w:rPr>
        <w:t xml:space="preserve"> dargestellt</w:t>
      </w:r>
      <w:r w:rsidR="00EB6E38">
        <w:rPr>
          <w:rFonts w:eastAsiaTheme="minorHAnsi"/>
          <w:lang w:eastAsia="en-US"/>
        </w:rPr>
        <w:t xml:space="preserve">. </w:t>
      </w:r>
    </w:p>
    <w:p w14:paraId="0F5E709C" w14:textId="7FB49E41" w:rsidR="007334A8" w:rsidRDefault="00F05BF2" w:rsidP="007334A8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4384" behindDoc="0" locked="0" layoutInCell="1" allowOverlap="1" wp14:anchorId="5A2B169A" wp14:editId="2D53077D">
            <wp:simplePos x="0" y="0"/>
            <wp:positionH relativeFrom="column">
              <wp:posOffset>2530475</wp:posOffset>
            </wp:positionH>
            <wp:positionV relativeFrom="paragraph">
              <wp:posOffset>85090</wp:posOffset>
            </wp:positionV>
            <wp:extent cx="3682800" cy="21240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800" cy="21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6E38">
        <w:rPr>
          <w:rFonts w:eastAsiaTheme="minorHAnsi"/>
          <w:lang w:eastAsia="en-US"/>
        </w:rPr>
        <w:t xml:space="preserve">Die Klassendiagramme sind </w:t>
      </w:r>
      <w:r w:rsidR="005849D4">
        <w:rPr>
          <w:rFonts w:eastAsiaTheme="minorHAnsi"/>
          <w:lang w:eastAsia="en-US"/>
        </w:rPr>
        <w:t xml:space="preserve">nicht vollständig, sondern </w:t>
      </w:r>
      <w:r w:rsidR="00EB6E38">
        <w:rPr>
          <w:rFonts w:eastAsiaTheme="minorHAnsi"/>
          <w:lang w:eastAsia="en-US"/>
        </w:rPr>
        <w:t xml:space="preserve">auszugsweise dargestellt. </w:t>
      </w:r>
      <w:r w:rsidR="005849D4">
        <w:rPr>
          <w:rFonts w:eastAsiaTheme="minorHAnsi"/>
          <w:lang w:eastAsia="en-US"/>
        </w:rPr>
        <w:t xml:space="preserve">Sofern </w:t>
      </w:r>
      <w:r w:rsidR="00EB6E38">
        <w:rPr>
          <w:rFonts w:eastAsiaTheme="minorHAnsi"/>
          <w:lang w:eastAsia="en-US"/>
        </w:rPr>
        <w:t xml:space="preserve">Attribute </w:t>
      </w:r>
      <w:r w:rsidR="005849D4">
        <w:rPr>
          <w:rFonts w:eastAsiaTheme="minorHAnsi"/>
          <w:lang w:eastAsia="en-US"/>
        </w:rPr>
        <w:t xml:space="preserve">in den </w:t>
      </w:r>
      <w:r w:rsidR="00F50FCB">
        <w:rPr>
          <w:rFonts w:eastAsiaTheme="minorHAnsi"/>
          <w:lang w:eastAsia="en-US"/>
        </w:rPr>
        <w:t xml:space="preserve">Klassen existieren, </w:t>
      </w:r>
      <w:r w:rsidR="00EB6E38">
        <w:rPr>
          <w:rFonts w:eastAsiaTheme="minorHAnsi"/>
          <w:lang w:eastAsia="en-US"/>
        </w:rPr>
        <w:t xml:space="preserve">wurden </w:t>
      </w:r>
      <w:r w:rsidR="00F50FCB">
        <w:rPr>
          <w:rFonts w:eastAsiaTheme="minorHAnsi"/>
          <w:lang w:eastAsia="en-US"/>
        </w:rPr>
        <w:t xml:space="preserve">sie </w:t>
      </w:r>
      <w:r w:rsidR="00EB6E38">
        <w:rPr>
          <w:rFonts w:eastAsiaTheme="minorHAnsi"/>
          <w:lang w:eastAsia="en-US"/>
        </w:rPr>
        <w:t>weggelassen</w:t>
      </w:r>
      <w:r w:rsidR="00F50FCB">
        <w:rPr>
          <w:rFonts w:eastAsiaTheme="minorHAnsi"/>
          <w:lang w:eastAsia="en-US"/>
        </w:rPr>
        <w:t>, da sie für die Aufgabenstellung</w:t>
      </w:r>
      <w:r w:rsidR="00EB6E38">
        <w:rPr>
          <w:rFonts w:eastAsiaTheme="minorHAnsi"/>
          <w:lang w:eastAsia="en-US"/>
        </w:rPr>
        <w:t xml:space="preserve"> </w:t>
      </w:r>
      <w:r w:rsidR="00F91A8D">
        <w:rPr>
          <w:rFonts w:eastAsiaTheme="minorHAnsi"/>
          <w:lang w:eastAsia="en-US"/>
        </w:rPr>
        <w:t xml:space="preserve">ebenso wenig </w:t>
      </w:r>
      <w:r w:rsidR="00F50FCB">
        <w:rPr>
          <w:rFonts w:eastAsiaTheme="minorHAnsi"/>
          <w:lang w:eastAsia="en-US"/>
        </w:rPr>
        <w:t xml:space="preserve">relevant sind </w:t>
      </w:r>
      <w:r w:rsidR="00EB6E38">
        <w:rPr>
          <w:rFonts w:eastAsiaTheme="minorHAnsi"/>
          <w:lang w:eastAsia="en-US"/>
        </w:rPr>
        <w:t xml:space="preserve">wie </w:t>
      </w:r>
      <w:r w:rsidR="00F50FCB">
        <w:rPr>
          <w:rFonts w:eastAsiaTheme="minorHAnsi"/>
          <w:lang w:eastAsia="en-US"/>
        </w:rPr>
        <w:t xml:space="preserve">die ausgelassenen </w:t>
      </w:r>
      <w:r w:rsidR="00EB6E38">
        <w:rPr>
          <w:rFonts w:eastAsiaTheme="minorHAnsi"/>
          <w:lang w:eastAsia="en-US"/>
        </w:rPr>
        <w:t xml:space="preserve">Methoden. </w:t>
      </w:r>
    </w:p>
    <w:p w14:paraId="3512CD97" w14:textId="49DA4BB0" w:rsidR="007334A8" w:rsidRDefault="007334A8" w:rsidP="007334A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Letztlich zeigen diese Konstruktoren bereits einen Weg auf, wie die einzelnen Klassen miteinander zu benutzen sind.</w:t>
      </w:r>
      <w:r w:rsidR="003B55F5">
        <w:rPr>
          <w:rFonts w:eastAsiaTheme="minorHAnsi"/>
          <w:lang w:eastAsia="en-US"/>
        </w:rPr>
        <w:t xml:space="preserve"> </w:t>
      </w:r>
    </w:p>
    <w:p w14:paraId="15482A55" w14:textId="16553AAA" w:rsidR="00637399" w:rsidRDefault="00637399" w:rsidP="0063739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 Zusammenhang zwischen den Byte-orientierten Stream-Klassen und den </w:t>
      </w:r>
      <w:bookmarkStart w:id="0" w:name="_GoBack"/>
      <w:bookmarkEnd w:id="0"/>
      <w:r w:rsidR="00E81DF0">
        <w:rPr>
          <w:rFonts w:eastAsiaTheme="minorHAnsi"/>
          <w:lang w:eastAsia="en-US"/>
        </w:rPr>
        <w:t>zeichenorientierten</w:t>
      </w:r>
      <w:r>
        <w:rPr>
          <w:rFonts w:eastAsiaTheme="minorHAnsi"/>
          <w:lang w:eastAsia="en-US"/>
        </w:rPr>
        <w:t xml:space="preserve"> Streams zeigt die nebenstehende Skizze. Der </w:t>
      </w:r>
      <w:proofErr w:type="spellStart"/>
      <w:r w:rsidRPr="00C159A7">
        <w:rPr>
          <w:rFonts w:eastAsiaTheme="minorHAnsi"/>
          <w:lang w:eastAsia="en-US"/>
        </w:rPr>
        <w:t>FileReader</w:t>
      </w:r>
      <w:proofErr w:type="spellEnd"/>
      <w:r>
        <w:rPr>
          <w:rFonts w:eastAsiaTheme="minorHAnsi"/>
          <w:lang w:eastAsia="en-US"/>
        </w:rPr>
        <w:t xml:space="preserve"> verwendet intern die Klasse File.</w:t>
      </w:r>
    </w:p>
    <w:p w14:paraId="4D3DA3E3" w14:textId="1AA7CCEA" w:rsidR="00637399" w:rsidRDefault="00637399" w:rsidP="007334A8">
      <w:pPr>
        <w:rPr>
          <w:rFonts w:eastAsiaTheme="minorHAnsi"/>
          <w:lang w:eastAsia="en-US"/>
        </w:rPr>
      </w:pPr>
    </w:p>
    <w:p w14:paraId="0D76F11A" w14:textId="59B70166" w:rsidR="001460BC" w:rsidRDefault="00F05BF2" w:rsidP="007334A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Einige Klassen zur Eingabe (</w:t>
      </w:r>
      <w:proofErr w:type="spellStart"/>
      <w:r w:rsidRPr="00C159A7">
        <w:rPr>
          <w:rFonts w:eastAsiaTheme="minorHAnsi"/>
          <w:lang w:eastAsia="en-US"/>
        </w:rPr>
        <w:t>InputStream</w:t>
      </w:r>
      <w:proofErr w:type="spellEnd"/>
      <w:r>
        <w:rPr>
          <w:rFonts w:eastAsiaTheme="minorHAnsi"/>
          <w:lang w:eastAsia="en-US"/>
        </w:rPr>
        <w:t xml:space="preserve"> / Reader), mit denen die gestellten Aufgaben gelöst werden können.</w:t>
      </w:r>
    </w:p>
    <w:p w14:paraId="2A6D3329" w14:textId="536010A6" w:rsidR="00037CB2" w:rsidRDefault="00E81DF0" w:rsidP="000D602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67B182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350.85pt">
            <v:imagedata r:id="rId16" o:title="stream-in_classes"/>
          </v:shape>
        </w:pict>
      </w:r>
    </w:p>
    <w:p w14:paraId="132801FA" w14:textId="77777777" w:rsidR="00F60009" w:rsidRDefault="00B11781" w:rsidP="000D602C">
      <w:pPr>
        <w:rPr>
          <w:rFonts w:eastAsiaTheme="minorHAnsi"/>
          <w:lang w:eastAsia="en-US"/>
        </w:rPr>
      </w:pPr>
      <w:r w:rsidRPr="00F734D6">
        <w:rPr>
          <w:rFonts w:eastAsia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B35AE" wp14:editId="4DA76739">
                <wp:simplePos x="0" y="0"/>
                <wp:positionH relativeFrom="column">
                  <wp:posOffset>-12700</wp:posOffset>
                </wp:positionH>
                <wp:positionV relativeFrom="paragraph">
                  <wp:posOffset>69215</wp:posOffset>
                </wp:positionV>
                <wp:extent cx="4213860" cy="1805940"/>
                <wp:effectExtent l="38100" t="38100" r="110490" b="11811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860" cy="1805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94F5F76" w14:textId="0A6405FE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File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f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File(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2A00FF"/>
                                <w:szCs w:val="20"/>
                                <w:lang w:val="en-US" w:eastAsia="en-US"/>
                              </w:rPr>
                              <w:t>"sicherung.txt"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350E0FE7" w14:textId="3F0C1A88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try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{</w:t>
                            </w:r>
                          </w:p>
                          <w:p w14:paraId="7784E92E" w14:textId="257FFBBA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FileInputStream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fis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FileInputStream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f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40F288DD" w14:textId="53BCC47C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InputStreamReader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isr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InputStreamReader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fis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33796991" w14:textId="60508528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gramStart"/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while</w:t>
                            </w:r>
                            <w:proofErr w:type="gram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(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isr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.ready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()) {</w:t>
                            </w:r>
                          </w:p>
                          <w:p w14:paraId="53D3AD00" w14:textId="74D4590A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System.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i/>
                                <w:iCs/>
                                <w:color w:val="0000C0"/>
                                <w:szCs w:val="20"/>
                                <w:lang w:val="en-US" w:eastAsia="en-US"/>
                              </w:rPr>
                              <w:t>out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.print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</w:t>
                            </w:r>
                            <w:proofErr w:type="gram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char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) 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isr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.read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());</w:t>
                            </w:r>
                          </w:p>
                          <w:p w14:paraId="7AA0C438" w14:textId="7E8E8ADD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049495C7" w14:textId="587E5970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isr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.close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(</w:t>
                            </w:r>
                            <w:proofErr w:type="gram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5342A977" w14:textId="7ECB8262" w:rsidR="000558EA" w:rsidRPr="00F91A8D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}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catch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(</w:t>
                            </w:r>
                            <w:proofErr w:type="spellStart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IOException</w:t>
                            </w:r>
                            <w:proofErr w:type="spellEnd"/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 {</w:t>
                            </w:r>
                          </w:p>
                          <w:p w14:paraId="3F6C2095" w14:textId="786832B0" w:rsidR="000558EA" w:rsidRDefault="000558EA" w:rsidP="000558E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F91A8D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System.</w:t>
                            </w:r>
                            <w:r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i/>
                                <w:iCs/>
                                <w:color w:val="0000C0"/>
                                <w:szCs w:val="20"/>
                                <w:lang w:eastAsia="en-US"/>
                              </w:rPr>
                              <w:t>err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.println</w:t>
                            </w:r>
                            <w:proofErr w:type="spellEnd"/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(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eastAsia="en-US"/>
                              </w:rPr>
                              <w:t>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);</w:t>
                            </w:r>
                          </w:p>
                          <w:p w14:paraId="454B8498" w14:textId="2887FD7B" w:rsidR="00883A14" w:rsidRPr="00345F28" w:rsidRDefault="000558EA" w:rsidP="000558EA">
                            <w:pPr>
                              <w:tabs>
                                <w:tab w:val="left" w:pos="284"/>
                                <w:tab w:val="left" w:pos="567"/>
                                <w:tab w:val="left" w:pos="851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5B35AE" id="Textfeld 1" o:spid="_x0000_s1027" type="#_x0000_t202" style="position:absolute;margin-left:-1pt;margin-top:5.45pt;width:331.8pt;height:14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" fillcolor="#f2f2f2 [3052]" strokeweight=".5pt">
                <v:shadow on="t" color="black" opacity="26214f" origin="-.5,-.5" offset=".74836mm,.74836mm"/>
                <v:textbox>
                  <w:txbxContent>
                    <w:p w14:paraId="394F5F76" w14:textId="0A6405FE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File 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f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= 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new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File(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2A00FF"/>
                          <w:szCs w:val="20"/>
                          <w:lang w:val="en-US" w:eastAsia="en-US"/>
                        </w:rPr>
                        <w:t>"sicherung.txt"</w:t>
                      </w:r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);</w:t>
                      </w:r>
                      <w:proofErr w:type="gramEnd"/>
                    </w:p>
                    <w:p w14:paraId="350E0FE7" w14:textId="3F0C1A88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try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{</w:t>
                      </w:r>
                    </w:p>
                    <w:p w14:paraId="7784E92E" w14:textId="257FFBBA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FileInputStream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fis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= 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new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FileInputStream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f</w:t>
                      </w:r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);</w:t>
                      </w:r>
                      <w:proofErr w:type="gramEnd"/>
                    </w:p>
                    <w:p w14:paraId="40F288DD" w14:textId="53BCC47C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InputStreamReader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isr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= 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new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InputStreamReader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fis</w:t>
                      </w:r>
                      <w:proofErr w:type="spellEnd"/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);</w:t>
                      </w:r>
                      <w:proofErr w:type="gramEnd"/>
                    </w:p>
                    <w:p w14:paraId="33796991" w14:textId="60508528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while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(</w:t>
                      </w:r>
                      <w:proofErr w:type="spellStart"/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isr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.ready</w:t>
                      </w:r>
                      <w:proofErr w:type="spellEnd"/>
                      <w:proofErr w:type="gram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()) {</w:t>
                      </w:r>
                    </w:p>
                    <w:p w14:paraId="53D3AD00" w14:textId="74D4590A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System.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i/>
                          <w:iCs/>
                          <w:color w:val="0000C0"/>
                          <w:szCs w:val="20"/>
                          <w:lang w:val="en-US" w:eastAsia="en-US"/>
                        </w:rPr>
                        <w:t>out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.print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((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char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) </w:t>
                      </w:r>
                      <w:proofErr w:type="spellStart"/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isr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.read</w:t>
                      </w:r>
                      <w:proofErr w:type="spellEnd"/>
                      <w:proofErr w:type="gram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());</w:t>
                      </w:r>
                    </w:p>
                    <w:p w14:paraId="7AA0C438" w14:textId="7E8E8ADD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  <w:t>}</w:t>
                      </w:r>
                    </w:p>
                    <w:p w14:paraId="049495C7" w14:textId="587E5970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proofErr w:type="spellStart"/>
                      <w:proofErr w:type="gramStart"/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isr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.close</w:t>
                      </w:r>
                      <w:proofErr w:type="spellEnd"/>
                      <w:proofErr w:type="gram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();</w:t>
                      </w:r>
                    </w:p>
                    <w:p w14:paraId="5342A977" w14:textId="7ECB8262" w:rsidR="000558EA" w:rsidRPr="00F91A8D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val="en-US"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} </w:t>
                      </w:r>
                      <w:r w:rsidRPr="00F91A8D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val="en-US" w:eastAsia="en-US"/>
                        </w:rPr>
                        <w:t>catch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(</w:t>
                      </w:r>
                      <w:proofErr w:type="spellStart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IOException</w:t>
                      </w:r>
                      <w:proofErr w:type="spellEnd"/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 xml:space="preserve"> 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val="en-US" w:eastAsia="en-US"/>
                        </w:rPr>
                        <w:t>e</w:t>
                      </w: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>) {</w:t>
                      </w:r>
                    </w:p>
                    <w:p w14:paraId="3F6C2095" w14:textId="786832B0" w:rsidR="000558EA" w:rsidRDefault="000558EA" w:rsidP="000558E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 w:rsidRPr="00F91A8D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val="en-US"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System.</w:t>
                      </w:r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i/>
                          <w:iCs/>
                          <w:color w:val="0000C0"/>
                          <w:szCs w:val="20"/>
                          <w:lang w:eastAsia="en-US"/>
                        </w:rPr>
                        <w:t>err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.println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e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454B8498" w14:textId="2887FD7B" w:rsidR="00883A14" w:rsidRPr="00345F28" w:rsidRDefault="000558EA" w:rsidP="000558EA">
                      <w:pPr>
                        <w:tabs>
                          <w:tab w:val="left" w:pos="284"/>
                          <w:tab w:val="left" w:pos="567"/>
                          <w:tab w:val="left" w:pos="851"/>
                        </w:tabs>
                        <w:spacing w:after="0" w:line="240" w:lineRule="auto"/>
                        <w:rPr>
                          <w:rFonts w:ascii="Consolas" w:hAnsi="Consola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6F35" w:rsidRPr="00F734D6">
        <w:rPr>
          <w:rFonts w:eastAsiaTheme="minorHAnsi"/>
          <w:b/>
          <w:bCs/>
          <w:lang w:eastAsia="en-US"/>
        </w:rPr>
        <w:t>Ein Beispiel zum Lesen von Textdateien</w:t>
      </w:r>
      <w:r w:rsidR="00C80B95" w:rsidRPr="00F734D6">
        <w:rPr>
          <w:rFonts w:eastAsiaTheme="minorHAnsi"/>
          <w:b/>
          <w:bCs/>
          <w:lang w:eastAsia="en-US"/>
        </w:rPr>
        <w:t>.</w:t>
      </w:r>
      <w:r w:rsidR="00C80B95">
        <w:rPr>
          <w:rFonts w:eastAsiaTheme="minorHAnsi"/>
          <w:lang w:eastAsia="en-US"/>
        </w:rPr>
        <w:t xml:space="preserve"> </w:t>
      </w:r>
    </w:p>
    <w:p w14:paraId="1A098DC0" w14:textId="50F647A9" w:rsidR="00976F35" w:rsidRDefault="00C80B95" w:rsidP="000D602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Wie man an dem Konstruktor von </w:t>
      </w:r>
      <w:proofErr w:type="spellStart"/>
      <w:r w:rsidRPr="00C159A7">
        <w:rPr>
          <w:rFonts w:eastAsiaTheme="minorHAnsi"/>
          <w:lang w:eastAsia="en-US"/>
        </w:rPr>
        <w:t>InputStreamReader</w:t>
      </w:r>
      <w:proofErr w:type="spellEnd"/>
      <w:r>
        <w:rPr>
          <w:rFonts w:eastAsiaTheme="minorHAnsi"/>
          <w:lang w:eastAsia="en-US"/>
        </w:rPr>
        <w:t xml:space="preserve"> erkennen kann, akzeptiert er als Parameter alle Subklassen von </w:t>
      </w:r>
      <w:proofErr w:type="spellStart"/>
      <w:r w:rsidRPr="00C159A7">
        <w:rPr>
          <w:rFonts w:eastAsiaTheme="minorHAnsi"/>
          <w:lang w:eastAsia="en-US"/>
        </w:rPr>
        <w:t>InputStream</w:t>
      </w:r>
      <w:proofErr w:type="spellEnd"/>
      <w:r>
        <w:rPr>
          <w:rFonts w:eastAsiaTheme="minorHAnsi"/>
          <w:lang w:eastAsia="en-US"/>
        </w:rPr>
        <w:t xml:space="preserve">. Letztlich liegt es </w:t>
      </w:r>
      <w:r w:rsidR="00F91A8D">
        <w:rPr>
          <w:rFonts w:eastAsiaTheme="minorHAnsi"/>
          <w:lang w:eastAsia="en-US"/>
        </w:rPr>
        <w:t xml:space="preserve">beim </w:t>
      </w:r>
      <w:r>
        <w:rPr>
          <w:rFonts w:eastAsiaTheme="minorHAnsi"/>
          <w:lang w:eastAsia="en-US"/>
        </w:rPr>
        <w:t>Benutzer, diese sinnvoll zu kombinieren.</w:t>
      </w:r>
    </w:p>
    <w:p w14:paraId="39865559" w14:textId="432F14E8" w:rsidR="00BB0CB9" w:rsidRDefault="00BB0CB9" w:rsidP="000D602C">
      <w:pPr>
        <w:rPr>
          <w:rFonts w:eastAsiaTheme="minorHAnsi"/>
          <w:lang w:eastAsia="en-US"/>
        </w:rPr>
      </w:pPr>
    </w:p>
    <w:p w14:paraId="49396522" w14:textId="5708949A" w:rsidR="003D4687" w:rsidRDefault="003D4687" w:rsidP="003D468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Einige Klassen zur Ausgabe (</w:t>
      </w:r>
      <w:proofErr w:type="spellStart"/>
      <w:r w:rsidRPr="00C159A7">
        <w:rPr>
          <w:rFonts w:eastAsiaTheme="minorHAnsi"/>
          <w:lang w:eastAsia="en-US"/>
        </w:rPr>
        <w:t>OutputStream</w:t>
      </w:r>
      <w:proofErr w:type="spellEnd"/>
      <w:r>
        <w:rPr>
          <w:rFonts w:eastAsiaTheme="minorHAnsi"/>
          <w:lang w:eastAsia="en-US"/>
        </w:rPr>
        <w:t xml:space="preserve"> / </w:t>
      </w:r>
      <w:r w:rsidRPr="00C159A7">
        <w:rPr>
          <w:rFonts w:eastAsiaTheme="minorHAnsi"/>
          <w:lang w:eastAsia="en-US"/>
        </w:rPr>
        <w:t>Writer</w:t>
      </w:r>
      <w:r>
        <w:rPr>
          <w:rFonts w:eastAsiaTheme="minorHAnsi"/>
          <w:lang w:eastAsia="en-US"/>
        </w:rPr>
        <w:t>), mit denen die gestellten Aufgaben gelöst werden können.</w:t>
      </w:r>
    </w:p>
    <w:p w14:paraId="4E1A86E5" w14:textId="5D98D596" w:rsidR="00BB0CB9" w:rsidRDefault="00E81DF0" w:rsidP="000D602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pict w14:anchorId="11D4C09A">
          <v:shape id="_x0000_i1026" type="#_x0000_t75" style="width:464.8pt;height:317.55pt">
            <v:imagedata r:id="rId17" o:title="stream-out_classes"/>
          </v:shape>
        </w:pict>
      </w:r>
    </w:p>
    <w:sectPr w:rsidR="00BB0CB9" w:rsidSect="00425DE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41B72" w14:textId="77777777" w:rsidR="00EF31D0" w:rsidRDefault="00EF31D0" w:rsidP="009E6718">
      <w:r>
        <w:separator/>
      </w:r>
    </w:p>
  </w:endnote>
  <w:endnote w:type="continuationSeparator" w:id="0">
    <w:p w14:paraId="742A046B" w14:textId="77777777" w:rsidR="00EF31D0" w:rsidRDefault="00EF31D0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648B1" w14:textId="77777777" w:rsidR="00E81DF0" w:rsidRDefault="00E81D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12DF5EB0" w:rsidR="00900544" w:rsidRPr="00F00845" w:rsidRDefault="00F00845" w:rsidP="00F00845">
    <w:pPr>
      <w:pStyle w:val="Fuzeile"/>
      <w:rPr>
        <w:rFonts w:ascii="Arial" w:hAnsi="Arial" w:cs="Arial"/>
        <w:sz w:val="18"/>
      </w:rPr>
    </w:pPr>
    <w:r w:rsidRPr="00C159A7">
      <w:rPr>
        <w:rFonts w:ascii="Arial" w:hAnsi="Arial" w:cs="Arial"/>
        <w:sz w:val="18"/>
      </w:rPr>
      <w:fldChar w:fldCharType="begin"/>
    </w:r>
    <w:r w:rsidRPr="00C159A7">
      <w:rPr>
        <w:rFonts w:ascii="Arial" w:hAnsi="Arial" w:cs="Arial"/>
        <w:sz w:val="18"/>
      </w:rPr>
      <w:instrText xml:space="preserve"> FILENAME \* MERGEFORMAT </w:instrText>
    </w:r>
    <w:r w:rsidRPr="00C159A7">
      <w:rPr>
        <w:rFonts w:ascii="Arial" w:hAnsi="Arial" w:cs="Arial"/>
        <w:sz w:val="18"/>
      </w:rPr>
      <w:fldChar w:fldCharType="separate"/>
    </w:r>
    <w:r w:rsidR="00C86898" w:rsidRPr="00C159A7">
      <w:rPr>
        <w:rFonts w:ascii="Arial" w:hAnsi="Arial" w:cs="Arial"/>
        <w:noProof/>
        <w:sz w:val="18"/>
      </w:rPr>
      <w:t>BPE12_L2</w:t>
    </w:r>
    <w:r w:rsidR="00C86898">
      <w:rPr>
        <w:rFonts w:ascii="Arial" w:hAnsi="Arial" w:cs="Arial"/>
        <w:noProof/>
        <w:sz w:val="18"/>
      </w:rPr>
      <w:t xml:space="preserve"> 2 </w:t>
    </w:r>
    <w:r w:rsidR="00C86898" w:rsidRPr="00C159A7">
      <w:rPr>
        <w:rFonts w:ascii="Arial" w:hAnsi="Arial" w:cs="Arial"/>
        <w:noProof/>
        <w:sz w:val="18"/>
      </w:rPr>
      <w:t>Streams_Info.docx</w:t>
    </w:r>
    <w:r w:rsidRPr="00C159A7">
      <w:rPr>
        <w:rFonts w:ascii="Arial" w:hAnsi="Arial" w:cs="Arial"/>
        <w:sz w:val="18"/>
      </w:rPr>
      <w:fldChar w:fldCharType="end"/>
    </w:r>
    <w:r w:rsidRPr="00F00845">
      <w:rPr>
        <w:rFonts w:ascii="Arial" w:hAnsi="Arial" w:cs="Arial"/>
        <w:sz w:val="18"/>
      </w:rPr>
      <w:tab/>
    </w:r>
    <w:r w:rsidRPr="00F00845">
      <w:rPr>
        <w:rFonts w:ascii="Arial" w:hAnsi="Arial" w:cs="Arial"/>
        <w:sz w:val="18"/>
      </w:rPr>
      <w:tab/>
    </w:r>
    <w:r w:rsidR="00900544" w:rsidRPr="00F00845">
      <w:rPr>
        <w:rFonts w:ascii="Arial" w:hAnsi="Arial" w:cs="Arial"/>
        <w:sz w:val="18"/>
      </w:rPr>
      <w:t xml:space="preserve">Seite </w:t>
    </w:r>
    <w:r w:rsidR="001467C2" w:rsidRPr="00F00845">
      <w:rPr>
        <w:rFonts w:ascii="Arial" w:hAnsi="Arial" w:cs="Arial"/>
        <w:sz w:val="18"/>
      </w:rPr>
      <w:fldChar w:fldCharType="begin"/>
    </w:r>
    <w:r w:rsidR="00900544" w:rsidRPr="00F00845">
      <w:rPr>
        <w:rFonts w:ascii="Arial" w:hAnsi="Arial" w:cs="Arial"/>
        <w:sz w:val="18"/>
      </w:rPr>
      <w:instrText xml:space="preserve"> PAGE  \* Arabic  \* MERGEFORMAT </w:instrText>
    </w:r>
    <w:r w:rsidR="001467C2" w:rsidRPr="00F00845">
      <w:rPr>
        <w:rFonts w:ascii="Arial" w:hAnsi="Arial" w:cs="Arial"/>
        <w:sz w:val="18"/>
      </w:rPr>
      <w:fldChar w:fldCharType="separate"/>
    </w:r>
    <w:r w:rsidR="00C159A7">
      <w:rPr>
        <w:rFonts w:ascii="Arial" w:hAnsi="Arial" w:cs="Arial"/>
        <w:noProof/>
        <w:sz w:val="18"/>
      </w:rPr>
      <w:t>4</w:t>
    </w:r>
    <w:r w:rsidR="001467C2" w:rsidRPr="00F00845">
      <w:rPr>
        <w:rFonts w:ascii="Arial" w:hAnsi="Arial" w:cs="Arial"/>
        <w:sz w:val="18"/>
      </w:rPr>
      <w:fldChar w:fldCharType="end"/>
    </w:r>
    <w:r w:rsidR="00900544" w:rsidRPr="00F00845">
      <w:rPr>
        <w:rFonts w:ascii="Arial" w:hAnsi="Arial" w:cs="Arial"/>
        <w:sz w:val="18"/>
      </w:rPr>
      <w:t xml:space="preserve"> von </w:t>
    </w:r>
    <w:r w:rsidR="00FB131E" w:rsidRPr="00F00845">
      <w:rPr>
        <w:sz w:val="18"/>
      </w:rPr>
      <w:fldChar w:fldCharType="begin"/>
    </w:r>
    <w:r w:rsidR="00FB131E" w:rsidRPr="00F00845">
      <w:rPr>
        <w:sz w:val="18"/>
      </w:rPr>
      <w:instrText xml:space="preserve"> NUMPAGES   \* MERGEFORMAT </w:instrText>
    </w:r>
    <w:r w:rsidR="00FB131E" w:rsidRPr="00F00845">
      <w:rPr>
        <w:sz w:val="18"/>
      </w:rPr>
      <w:fldChar w:fldCharType="separate"/>
    </w:r>
    <w:r w:rsidR="00C159A7" w:rsidRPr="00C159A7">
      <w:rPr>
        <w:rFonts w:ascii="Arial" w:hAnsi="Arial" w:cs="Arial"/>
        <w:noProof/>
        <w:sz w:val="18"/>
      </w:rPr>
      <w:t>4</w:t>
    </w:r>
    <w:r w:rsidR="00FB131E" w:rsidRPr="00F00845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41535" w14:textId="77777777" w:rsidR="00E81DF0" w:rsidRDefault="00E81D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946FF" w14:textId="77777777" w:rsidR="00EF31D0" w:rsidRDefault="00EF31D0" w:rsidP="009E6718">
      <w:r>
        <w:separator/>
      </w:r>
    </w:p>
  </w:footnote>
  <w:footnote w:type="continuationSeparator" w:id="0">
    <w:p w14:paraId="08B60FA5" w14:textId="77777777" w:rsidR="00EF31D0" w:rsidRDefault="00EF31D0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9002C" w14:textId="77777777" w:rsidR="00E81DF0" w:rsidRDefault="00E81D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1DB8" w14:textId="7883CD60" w:rsidR="005D25AD" w:rsidRDefault="002E5237" w:rsidP="005D25AD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1B7811D" wp14:editId="33A638AE">
          <wp:simplePos x="0" y="0"/>
          <wp:positionH relativeFrom="column">
            <wp:posOffset>-259080</wp:posOffset>
          </wp:positionH>
          <wp:positionV relativeFrom="paragraph">
            <wp:posOffset>-37465</wp:posOffset>
          </wp:positionV>
          <wp:extent cx="480060" cy="480060"/>
          <wp:effectExtent l="0" t="0" r="0" b="0"/>
          <wp:wrapNone/>
          <wp:docPr id="3" name="Grafik 3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5AD">
      <w:t>Serialisierung – Teil 2</w:t>
    </w:r>
  </w:p>
  <w:p w14:paraId="722FDFA7" w14:textId="29B84399" w:rsidR="005D25AD" w:rsidRDefault="005D25AD" w:rsidP="005D25AD">
    <w:pPr>
      <w:pStyle w:val="Kopfzeile"/>
      <w:spacing w:after="0" w:line="240" w:lineRule="auto"/>
      <w:jc w:val="center"/>
    </w:pPr>
    <w:r>
      <w:t>Infoblatt</w:t>
    </w:r>
    <w:r>
      <w:rPr>
        <w:noProof/>
      </w:rPr>
      <w:t xml:space="preserve"> </w:t>
    </w:r>
    <w:r w:rsidR="00F00845">
      <w:rPr>
        <w:noProof/>
      </w:rPr>
      <w:t>2</w:t>
    </w:r>
  </w:p>
  <w:p w14:paraId="64DB039B" w14:textId="3B785BAB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7B68" w14:textId="77777777" w:rsidR="00E81DF0" w:rsidRDefault="00E81D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37CB2"/>
    <w:rsid w:val="000509B0"/>
    <w:rsid w:val="000558EA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1306"/>
    <w:rsid w:val="0009249A"/>
    <w:rsid w:val="00093A85"/>
    <w:rsid w:val="00094574"/>
    <w:rsid w:val="000954E9"/>
    <w:rsid w:val="000A6594"/>
    <w:rsid w:val="000A7030"/>
    <w:rsid w:val="000B73BB"/>
    <w:rsid w:val="000C5AFC"/>
    <w:rsid w:val="000C690E"/>
    <w:rsid w:val="000D04BA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0BC"/>
    <w:rsid w:val="001467C2"/>
    <w:rsid w:val="0015137F"/>
    <w:rsid w:val="001513D7"/>
    <w:rsid w:val="00152A2D"/>
    <w:rsid w:val="00157B15"/>
    <w:rsid w:val="00157CB1"/>
    <w:rsid w:val="00160249"/>
    <w:rsid w:val="00163435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E7EE8"/>
    <w:rsid w:val="001F090E"/>
    <w:rsid w:val="001F0CBD"/>
    <w:rsid w:val="001F6F30"/>
    <w:rsid w:val="002014BF"/>
    <w:rsid w:val="0020618A"/>
    <w:rsid w:val="00210A3A"/>
    <w:rsid w:val="0021154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1A7F"/>
    <w:rsid w:val="0029659A"/>
    <w:rsid w:val="002A396B"/>
    <w:rsid w:val="002A783C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237"/>
    <w:rsid w:val="002E5680"/>
    <w:rsid w:val="002E6C2D"/>
    <w:rsid w:val="002E7897"/>
    <w:rsid w:val="002E7AC5"/>
    <w:rsid w:val="002F3BDA"/>
    <w:rsid w:val="002F4698"/>
    <w:rsid w:val="002F6FA2"/>
    <w:rsid w:val="00300189"/>
    <w:rsid w:val="00300AB2"/>
    <w:rsid w:val="00303217"/>
    <w:rsid w:val="00304807"/>
    <w:rsid w:val="00305EBE"/>
    <w:rsid w:val="00307C72"/>
    <w:rsid w:val="00314F3E"/>
    <w:rsid w:val="00322B4C"/>
    <w:rsid w:val="00323CC0"/>
    <w:rsid w:val="00330816"/>
    <w:rsid w:val="00331436"/>
    <w:rsid w:val="00331F0C"/>
    <w:rsid w:val="0033499B"/>
    <w:rsid w:val="003362A7"/>
    <w:rsid w:val="003446B5"/>
    <w:rsid w:val="00345F28"/>
    <w:rsid w:val="00350FED"/>
    <w:rsid w:val="00352185"/>
    <w:rsid w:val="00355CD8"/>
    <w:rsid w:val="00365DC0"/>
    <w:rsid w:val="0036627D"/>
    <w:rsid w:val="00366583"/>
    <w:rsid w:val="0037066A"/>
    <w:rsid w:val="00372E6A"/>
    <w:rsid w:val="00374DC1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6BAF"/>
    <w:rsid w:val="003A52A0"/>
    <w:rsid w:val="003A6FD9"/>
    <w:rsid w:val="003B213C"/>
    <w:rsid w:val="003B4EEA"/>
    <w:rsid w:val="003B55F5"/>
    <w:rsid w:val="003B6D7F"/>
    <w:rsid w:val="003C08C5"/>
    <w:rsid w:val="003C7BB8"/>
    <w:rsid w:val="003D0620"/>
    <w:rsid w:val="003D4183"/>
    <w:rsid w:val="003D4687"/>
    <w:rsid w:val="003D5293"/>
    <w:rsid w:val="003D6A1A"/>
    <w:rsid w:val="003D7AB8"/>
    <w:rsid w:val="003E0276"/>
    <w:rsid w:val="003E11ED"/>
    <w:rsid w:val="003E24B5"/>
    <w:rsid w:val="003E5733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0FBB"/>
    <w:rsid w:val="0048232D"/>
    <w:rsid w:val="004824AF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53D24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198C"/>
    <w:rsid w:val="0057561A"/>
    <w:rsid w:val="005775D1"/>
    <w:rsid w:val="005849D4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B6085"/>
    <w:rsid w:val="005C509F"/>
    <w:rsid w:val="005C5447"/>
    <w:rsid w:val="005C5EAB"/>
    <w:rsid w:val="005C7571"/>
    <w:rsid w:val="005D0EB9"/>
    <w:rsid w:val="005D25AD"/>
    <w:rsid w:val="005D38B7"/>
    <w:rsid w:val="005D7BD2"/>
    <w:rsid w:val="005D7CC6"/>
    <w:rsid w:val="005E369A"/>
    <w:rsid w:val="005E721C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37399"/>
    <w:rsid w:val="00640792"/>
    <w:rsid w:val="0064195E"/>
    <w:rsid w:val="00642353"/>
    <w:rsid w:val="00645DD1"/>
    <w:rsid w:val="006469BE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C7EC4"/>
    <w:rsid w:val="006D17FF"/>
    <w:rsid w:val="006D55A6"/>
    <w:rsid w:val="006D5631"/>
    <w:rsid w:val="006D7270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3BDB"/>
    <w:rsid w:val="00704DA5"/>
    <w:rsid w:val="0070611F"/>
    <w:rsid w:val="0070724F"/>
    <w:rsid w:val="00713AFE"/>
    <w:rsid w:val="00715060"/>
    <w:rsid w:val="007166A9"/>
    <w:rsid w:val="0071785C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34A8"/>
    <w:rsid w:val="00734160"/>
    <w:rsid w:val="00734251"/>
    <w:rsid w:val="007365D0"/>
    <w:rsid w:val="00744E04"/>
    <w:rsid w:val="007469FD"/>
    <w:rsid w:val="0074721A"/>
    <w:rsid w:val="00752EC2"/>
    <w:rsid w:val="00753007"/>
    <w:rsid w:val="007538D3"/>
    <w:rsid w:val="007539C0"/>
    <w:rsid w:val="00754405"/>
    <w:rsid w:val="00755867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97C22"/>
    <w:rsid w:val="007A0AC9"/>
    <w:rsid w:val="007A13B1"/>
    <w:rsid w:val="007A2FA7"/>
    <w:rsid w:val="007B1D8D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37"/>
    <w:rsid w:val="007E777D"/>
    <w:rsid w:val="007F2856"/>
    <w:rsid w:val="007F55C5"/>
    <w:rsid w:val="007F5855"/>
    <w:rsid w:val="007F7D3C"/>
    <w:rsid w:val="00800B8A"/>
    <w:rsid w:val="00802C9F"/>
    <w:rsid w:val="00803DD0"/>
    <w:rsid w:val="00804536"/>
    <w:rsid w:val="008051A2"/>
    <w:rsid w:val="00807E9E"/>
    <w:rsid w:val="00810E82"/>
    <w:rsid w:val="008125EE"/>
    <w:rsid w:val="008144B2"/>
    <w:rsid w:val="00816E37"/>
    <w:rsid w:val="00825B52"/>
    <w:rsid w:val="00830C5D"/>
    <w:rsid w:val="00832B15"/>
    <w:rsid w:val="00834FD5"/>
    <w:rsid w:val="0083525E"/>
    <w:rsid w:val="00835D64"/>
    <w:rsid w:val="00837043"/>
    <w:rsid w:val="0084017A"/>
    <w:rsid w:val="00841A32"/>
    <w:rsid w:val="00842667"/>
    <w:rsid w:val="008430ED"/>
    <w:rsid w:val="00845648"/>
    <w:rsid w:val="00852FDE"/>
    <w:rsid w:val="008658A3"/>
    <w:rsid w:val="008675B2"/>
    <w:rsid w:val="00867975"/>
    <w:rsid w:val="00874316"/>
    <w:rsid w:val="00880AC2"/>
    <w:rsid w:val="00883A14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A79C9"/>
    <w:rsid w:val="008B0512"/>
    <w:rsid w:val="008B1A00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16A74"/>
    <w:rsid w:val="00920B92"/>
    <w:rsid w:val="00921FF0"/>
    <w:rsid w:val="009229E6"/>
    <w:rsid w:val="00932E50"/>
    <w:rsid w:val="009330F1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76F35"/>
    <w:rsid w:val="009819FE"/>
    <w:rsid w:val="00983219"/>
    <w:rsid w:val="00985E38"/>
    <w:rsid w:val="009954F0"/>
    <w:rsid w:val="009A08EE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48F"/>
    <w:rsid w:val="00A05828"/>
    <w:rsid w:val="00A07262"/>
    <w:rsid w:val="00A11F72"/>
    <w:rsid w:val="00A12511"/>
    <w:rsid w:val="00A13BB7"/>
    <w:rsid w:val="00A16315"/>
    <w:rsid w:val="00A16BE8"/>
    <w:rsid w:val="00A20640"/>
    <w:rsid w:val="00A23C83"/>
    <w:rsid w:val="00A23F6B"/>
    <w:rsid w:val="00A253A5"/>
    <w:rsid w:val="00A25DBA"/>
    <w:rsid w:val="00A271F3"/>
    <w:rsid w:val="00A52999"/>
    <w:rsid w:val="00A52D30"/>
    <w:rsid w:val="00A570A3"/>
    <w:rsid w:val="00A60227"/>
    <w:rsid w:val="00A714E2"/>
    <w:rsid w:val="00A75CC9"/>
    <w:rsid w:val="00A77E65"/>
    <w:rsid w:val="00A81135"/>
    <w:rsid w:val="00A8644E"/>
    <w:rsid w:val="00A913A5"/>
    <w:rsid w:val="00A93C75"/>
    <w:rsid w:val="00A94AB6"/>
    <w:rsid w:val="00AA1769"/>
    <w:rsid w:val="00AB19BE"/>
    <w:rsid w:val="00AB2160"/>
    <w:rsid w:val="00AB4BB2"/>
    <w:rsid w:val="00AB5131"/>
    <w:rsid w:val="00AC0164"/>
    <w:rsid w:val="00AC1FCA"/>
    <w:rsid w:val="00AC2562"/>
    <w:rsid w:val="00AC265F"/>
    <w:rsid w:val="00AC2B53"/>
    <w:rsid w:val="00AC3B19"/>
    <w:rsid w:val="00AC3B39"/>
    <w:rsid w:val="00AD1520"/>
    <w:rsid w:val="00AD176F"/>
    <w:rsid w:val="00AD3EE3"/>
    <w:rsid w:val="00AD4F08"/>
    <w:rsid w:val="00AD5DBB"/>
    <w:rsid w:val="00AE39A7"/>
    <w:rsid w:val="00AE4D3F"/>
    <w:rsid w:val="00AE5620"/>
    <w:rsid w:val="00AE608E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1781"/>
    <w:rsid w:val="00B15B4E"/>
    <w:rsid w:val="00B17A7A"/>
    <w:rsid w:val="00B17EEC"/>
    <w:rsid w:val="00B240D6"/>
    <w:rsid w:val="00B30C02"/>
    <w:rsid w:val="00B34C02"/>
    <w:rsid w:val="00B3614E"/>
    <w:rsid w:val="00B3618E"/>
    <w:rsid w:val="00B427B9"/>
    <w:rsid w:val="00B5010C"/>
    <w:rsid w:val="00B621EF"/>
    <w:rsid w:val="00B632D5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0CB9"/>
    <w:rsid w:val="00BB17B8"/>
    <w:rsid w:val="00BB379C"/>
    <w:rsid w:val="00BB56CD"/>
    <w:rsid w:val="00BC4061"/>
    <w:rsid w:val="00BC718D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BF6CAC"/>
    <w:rsid w:val="00C02679"/>
    <w:rsid w:val="00C118E4"/>
    <w:rsid w:val="00C159A7"/>
    <w:rsid w:val="00C1679A"/>
    <w:rsid w:val="00C21875"/>
    <w:rsid w:val="00C24309"/>
    <w:rsid w:val="00C24447"/>
    <w:rsid w:val="00C32B82"/>
    <w:rsid w:val="00C41456"/>
    <w:rsid w:val="00C46513"/>
    <w:rsid w:val="00C51E1F"/>
    <w:rsid w:val="00C554AC"/>
    <w:rsid w:val="00C67341"/>
    <w:rsid w:val="00C67F56"/>
    <w:rsid w:val="00C72505"/>
    <w:rsid w:val="00C76F3D"/>
    <w:rsid w:val="00C80A66"/>
    <w:rsid w:val="00C80B95"/>
    <w:rsid w:val="00C839C7"/>
    <w:rsid w:val="00C84AC4"/>
    <w:rsid w:val="00C84B76"/>
    <w:rsid w:val="00C85C33"/>
    <w:rsid w:val="00C864EE"/>
    <w:rsid w:val="00C86898"/>
    <w:rsid w:val="00C86DE4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E51DF"/>
    <w:rsid w:val="00CF2540"/>
    <w:rsid w:val="00CF56BA"/>
    <w:rsid w:val="00CF76DC"/>
    <w:rsid w:val="00D008B5"/>
    <w:rsid w:val="00D03823"/>
    <w:rsid w:val="00D052AD"/>
    <w:rsid w:val="00D07614"/>
    <w:rsid w:val="00D10F22"/>
    <w:rsid w:val="00D11D81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527A2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853"/>
    <w:rsid w:val="00DA2E20"/>
    <w:rsid w:val="00DA2F5F"/>
    <w:rsid w:val="00DA46B3"/>
    <w:rsid w:val="00DA4CD5"/>
    <w:rsid w:val="00DB149C"/>
    <w:rsid w:val="00DB1801"/>
    <w:rsid w:val="00DB2733"/>
    <w:rsid w:val="00DC3289"/>
    <w:rsid w:val="00DC549A"/>
    <w:rsid w:val="00DD14C8"/>
    <w:rsid w:val="00DD4B8F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DF4DED"/>
    <w:rsid w:val="00E02725"/>
    <w:rsid w:val="00E11705"/>
    <w:rsid w:val="00E14185"/>
    <w:rsid w:val="00E21E9D"/>
    <w:rsid w:val="00E23209"/>
    <w:rsid w:val="00E2551F"/>
    <w:rsid w:val="00E32FD4"/>
    <w:rsid w:val="00E34E0B"/>
    <w:rsid w:val="00E36CB5"/>
    <w:rsid w:val="00E426DC"/>
    <w:rsid w:val="00E46A90"/>
    <w:rsid w:val="00E54176"/>
    <w:rsid w:val="00E55289"/>
    <w:rsid w:val="00E60005"/>
    <w:rsid w:val="00E63399"/>
    <w:rsid w:val="00E64D98"/>
    <w:rsid w:val="00E70638"/>
    <w:rsid w:val="00E7524B"/>
    <w:rsid w:val="00E7667C"/>
    <w:rsid w:val="00E803FA"/>
    <w:rsid w:val="00E81BF4"/>
    <w:rsid w:val="00E81DF0"/>
    <w:rsid w:val="00E84AD4"/>
    <w:rsid w:val="00E861D4"/>
    <w:rsid w:val="00E914A8"/>
    <w:rsid w:val="00E9348A"/>
    <w:rsid w:val="00E943CD"/>
    <w:rsid w:val="00E95995"/>
    <w:rsid w:val="00E97A43"/>
    <w:rsid w:val="00EA35CC"/>
    <w:rsid w:val="00EA4671"/>
    <w:rsid w:val="00EB39E9"/>
    <w:rsid w:val="00EB6E38"/>
    <w:rsid w:val="00EC2842"/>
    <w:rsid w:val="00EC3F33"/>
    <w:rsid w:val="00EC4231"/>
    <w:rsid w:val="00EC52C4"/>
    <w:rsid w:val="00EC5637"/>
    <w:rsid w:val="00ED0651"/>
    <w:rsid w:val="00ED23D2"/>
    <w:rsid w:val="00ED434D"/>
    <w:rsid w:val="00ED464A"/>
    <w:rsid w:val="00ED7391"/>
    <w:rsid w:val="00ED7557"/>
    <w:rsid w:val="00ED7DAD"/>
    <w:rsid w:val="00EE1757"/>
    <w:rsid w:val="00EE2C8F"/>
    <w:rsid w:val="00EF2D9E"/>
    <w:rsid w:val="00EF31D0"/>
    <w:rsid w:val="00EF5C70"/>
    <w:rsid w:val="00F00845"/>
    <w:rsid w:val="00F00E2B"/>
    <w:rsid w:val="00F02144"/>
    <w:rsid w:val="00F02CB4"/>
    <w:rsid w:val="00F051D1"/>
    <w:rsid w:val="00F05BF2"/>
    <w:rsid w:val="00F06860"/>
    <w:rsid w:val="00F075A6"/>
    <w:rsid w:val="00F1388D"/>
    <w:rsid w:val="00F1394C"/>
    <w:rsid w:val="00F13C61"/>
    <w:rsid w:val="00F16A9C"/>
    <w:rsid w:val="00F23842"/>
    <w:rsid w:val="00F23920"/>
    <w:rsid w:val="00F23B4E"/>
    <w:rsid w:val="00F25CE8"/>
    <w:rsid w:val="00F27DA3"/>
    <w:rsid w:val="00F43803"/>
    <w:rsid w:val="00F4541B"/>
    <w:rsid w:val="00F46358"/>
    <w:rsid w:val="00F4653D"/>
    <w:rsid w:val="00F47F1B"/>
    <w:rsid w:val="00F50FCB"/>
    <w:rsid w:val="00F5469E"/>
    <w:rsid w:val="00F5752F"/>
    <w:rsid w:val="00F60009"/>
    <w:rsid w:val="00F6228A"/>
    <w:rsid w:val="00F63E44"/>
    <w:rsid w:val="00F64034"/>
    <w:rsid w:val="00F66C05"/>
    <w:rsid w:val="00F71689"/>
    <w:rsid w:val="00F71B6F"/>
    <w:rsid w:val="00F71C10"/>
    <w:rsid w:val="00F71F50"/>
    <w:rsid w:val="00F72142"/>
    <w:rsid w:val="00F7271C"/>
    <w:rsid w:val="00F734D6"/>
    <w:rsid w:val="00F7516B"/>
    <w:rsid w:val="00F75D2E"/>
    <w:rsid w:val="00F83386"/>
    <w:rsid w:val="00F8370E"/>
    <w:rsid w:val="00F87B1C"/>
    <w:rsid w:val="00F87CBB"/>
    <w:rsid w:val="00F91A8D"/>
    <w:rsid w:val="00F97F3C"/>
    <w:rsid w:val="00FA09F0"/>
    <w:rsid w:val="00FA4FED"/>
    <w:rsid w:val="00FA7FA5"/>
    <w:rsid w:val="00FB131E"/>
    <w:rsid w:val="00FB5940"/>
    <w:rsid w:val="00FB6154"/>
    <w:rsid w:val="00FC3352"/>
    <w:rsid w:val="00FD06C2"/>
    <w:rsid w:val="00FD1532"/>
    <w:rsid w:val="00FD5F39"/>
    <w:rsid w:val="00FD6B17"/>
    <w:rsid w:val="00FE0096"/>
    <w:rsid w:val="00FE0A6E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101F-04B0-4E97-88CD-7303E12572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D3B3D5-A15A-4272-ABA6-B06DD224A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A2F1F-9505-4B32-B141-9E0309E3A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91A8D-64CF-4AF9-84C5-5D670594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275</Words>
  <Characters>1885</Characters>
  <Application>Microsoft Office Word</Application>
  <DocSecurity>0</DocSecurity>
  <Lines>44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94</cp:revision>
  <cp:lastPrinted>2020-04-18T20:17:00Z</cp:lastPrinted>
  <dcterms:created xsi:type="dcterms:W3CDTF">2020-02-25T15:32:00Z</dcterms:created>
  <dcterms:modified xsi:type="dcterms:W3CDTF">2021-06-15T13:21:00Z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